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4C1E591C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93C0988" w:rsidR="00F862D6" w:rsidRPr="003E6B9A" w:rsidRDefault="001B7609" w:rsidP="0037111D">
            <w:r w:rsidRPr="001B7609">
              <w:rPr>
                <w:rFonts w:ascii="Helvetica" w:hAnsi="Helvetica"/>
              </w:rPr>
              <w:t>14070/2024-SŽ-SSV-Ú3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320256D8" w:rsidR="00F862D6" w:rsidRPr="003E6B9A" w:rsidRDefault="0070279B" w:rsidP="00CC1E2B">
            <w:r>
              <w:t>2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53B8C01" w:rsidR="00F862D6" w:rsidRPr="003E6B9A" w:rsidRDefault="00F70F4B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E9E0B39" w:rsidR="009A7568" w:rsidRPr="003E6B9A" w:rsidRDefault="00F70F4B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9BE419D" w:rsidR="009A7568" w:rsidRPr="003E6B9A" w:rsidRDefault="00F70F4B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EB5811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9211F">
              <w:rPr>
                <w:noProof/>
              </w:rPr>
              <w:t>10.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72A478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732AF">
        <w:rPr>
          <w:rFonts w:eastAsia="Times New Roman" w:cs="Times New Roman"/>
          <w:lang w:eastAsia="cs-CZ"/>
        </w:rPr>
        <w:t>3</w:t>
      </w:r>
    </w:p>
    <w:p w14:paraId="1C466933" w14:textId="291A95E2" w:rsidR="009206F5" w:rsidRPr="00C84783" w:rsidRDefault="009206F5" w:rsidP="00F70F4B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F70F4B" w:rsidRPr="00F70F4B">
        <w:rPr>
          <w:rFonts w:eastAsia="Calibri" w:cs="Times New Roman"/>
          <w:b/>
          <w:lang w:eastAsia="cs-CZ"/>
        </w:rPr>
        <w:t>Výstavba přejezdu P7699 v km 0,696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5C5977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0279B">
        <w:rPr>
          <w:rFonts w:eastAsia="Times New Roman" w:cs="Times New Roman"/>
          <w:b/>
          <w:lang w:eastAsia="cs-CZ"/>
        </w:rPr>
        <w:t>Dotaz č. 4:</w:t>
      </w:r>
    </w:p>
    <w:p w14:paraId="6CE0E98B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bCs/>
          <w:lang w:eastAsia="cs-CZ"/>
        </w:rPr>
        <w:t>V objektu</w:t>
      </w:r>
      <w:r w:rsidRPr="0070279B">
        <w:rPr>
          <w:rFonts w:eastAsia="Times New Roman" w:cs="Times New Roman"/>
          <w:b/>
          <w:bCs/>
          <w:lang w:eastAsia="cs-CZ"/>
        </w:rPr>
        <w:t xml:space="preserve"> SO 01-21-01 (Propustek v ev. km </w:t>
      </w:r>
      <w:proofErr w:type="gramStart"/>
      <w:r w:rsidRPr="0070279B">
        <w:rPr>
          <w:rFonts w:eastAsia="Times New Roman" w:cs="Times New Roman"/>
          <w:b/>
          <w:bCs/>
          <w:lang w:eastAsia="cs-CZ"/>
        </w:rPr>
        <w:t>0,708 )</w:t>
      </w:r>
      <w:proofErr w:type="gramEnd"/>
      <w:r w:rsidRPr="0070279B">
        <w:rPr>
          <w:rFonts w:eastAsia="Times New Roman" w:cs="Times New Roman"/>
          <w:b/>
          <w:bCs/>
          <w:lang w:eastAsia="cs-CZ"/>
        </w:rPr>
        <w:t xml:space="preserve"> </w:t>
      </w:r>
      <w:r w:rsidRPr="0070279B">
        <w:rPr>
          <w:rFonts w:eastAsia="Times New Roman" w:cs="Times New Roman"/>
          <w:lang w:eastAsia="cs-CZ"/>
        </w:rPr>
        <w:t>se nachází položka :</w:t>
      </w:r>
    </w:p>
    <w:p w14:paraId="0B6C65FF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noProof/>
          <w:lang w:eastAsia="cs-CZ"/>
        </w:rPr>
        <w:drawing>
          <wp:inline distT="0" distB="0" distL="0" distR="0" wp14:anchorId="2BD46DBB" wp14:editId="0F82788D">
            <wp:extent cx="6486525" cy="1352550"/>
            <wp:effectExtent l="0" t="0" r="9525" b="0"/>
            <wp:docPr id="5" name="Obrázek 5" descr="Obsah obrázku text, snímek obrazovky, Písmo, řada/pruh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text, snímek obrazovky, Písmo, řada/pruh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19BB6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lang w:eastAsia="cs-CZ"/>
        </w:rPr>
        <w:t xml:space="preserve">  </w:t>
      </w:r>
    </w:p>
    <w:p w14:paraId="650F782C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lang w:eastAsia="cs-CZ"/>
        </w:rPr>
        <w:t xml:space="preserve">U položky množství zadavatel uvádí hodnotu </w:t>
      </w:r>
      <w:r w:rsidRPr="0070279B">
        <w:rPr>
          <w:rFonts w:eastAsia="Times New Roman" w:cs="Times New Roman"/>
          <w:b/>
          <w:bCs/>
          <w:lang w:eastAsia="cs-CZ"/>
        </w:rPr>
        <w:t xml:space="preserve">14,8 </w:t>
      </w:r>
      <w:proofErr w:type="gramStart"/>
      <w:r w:rsidRPr="0070279B">
        <w:rPr>
          <w:rFonts w:eastAsia="Times New Roman" w:cs="Times New Roman"/>
          <w:b/>
          <w:bCs/>
          <w:lang w:eastAsia="cs-CZ"/>
        </w:rPr>
        <w:t>m ,</w:t>
      </w:r>
      <w:proofErr w:type="gramEnd"/>
      <w:r w:rsidRPr="0070279B">
        <w:rPr>
          <w:rFonts w:eastAsia="Times New Roman" w:cs="Times New Roman"/>
          <w:b/>
          <w:bCs/>
          <w:lang w:eastAsia="cs-CZ"/>
        </w:rPr>
        <w:t xml:space="preserve"> </w:t>
      </w:r>
      <w:r w:rsidRPr="0070279B">
        <w:rPr>
          <w:rFonts w:eastAsia="Times New Roman" w:cs="Times New Roman"/>
          <w:bCs/>
          <w:lang w:eastAsia="cs-CZ"/>
        </w:rPr>
        <w:t>avšak</w:t>
      </w:r>
      <w:r w:rsidRPr="0070279B">
        <w:rPr>
          <w:rFonts w:eastAsia="Times New Roman" w:cs="Times New Roman"/>
          <w:b/>
          <w:bCs/>
          <w:lang w:eastAsia="cs-CZ"/>
        </w:rPr>
        <w:t xml:space="preserve"> </w:t>
      </w:r>
      <w:r w:rsidRPr="0070279B">
        <w:rPr>
          <w:rFonts w:eastAsia="Times New Roman" w:cs="Times New Roman"/>
          <w:lang w:eastAsia="cs-CZ"/>
        </w:rPr>
        <w:t xml:space="preserve">v poznámce zadavatel uvádí délku propustku (množství) </w:t>
      </w:r>
      <w:r w:rsidRPr="0070279B">
        <w:rPr>
          <w:rFonts w:eastAsia="Times New Roman" w:cs="Times New Roman"/>
          <w:b/>
          <w:bCs/>
          <w:lang w:eastAsia="cs-CZ"/>
        </w:rPr>
        <w:t>7,4 m</w:t>
      </w:r>
      <w:r w:rsidRPr="0070279B">
        <w:rPr>
          <w:rFonts w:eastAsia="Times New Roman" w:cs="Times New Roman"/>
          <w:lang w:eastAsia="cs-CZ"/>
        </w:rPr>
        <w:t xml:space="preserve">.   </w:t>
      </w:r>
    </w:p>
    <w:p w14:paraId="1D820EC5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lang w:eastAsia="cs-CZ"/>
        </w:rPr>
        <w:t xml:space="preserve">Dále v projektové dokumentaci projektant uvádí délku 7,4 m viz výstřižek níže. </w:t>
      </w:r>
    </w:p>
    <w:p w14:paraId="217D6CCA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noProof/>
          <w:lang w:eastAsia="cs-CZ"/>
        </w:rPr>
        <w:drawing>
          <wp:inline distT="0" distB="0" distL="0" distR="0" wp14:anchorId="1B5775FE" wp14:editId="055650AB">
            <wp:extent cx="6030595" cy="2702560"/>
            <wp:effectExtent l="0" t="0" r="8255" b="2540"/>
            <wp:docPr id="1056352905" name="Obrázek 1056352905" descr="Obsah obrázku text, diagram, Plán, Paralelní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352905" name="Obrázek 1056352905" descr="Obsah obrázku text, diagram, Plán, Paralelní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35753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F9F21A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lang w:eastAsia="cs-CZ"/>
        </w:rPr>
        <w:t>Domníváme se, že zadavatel zdvojnásobil množství u této položky č. 29.</w:t>
      </w:r>
    </w:p>
    <w:p w14:paraId="2AC9BF51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lang w:eastAsia="cs-CZ"/>
        </w:rPr>
        <w:t>Žádáme zadavatele o prověření, popř. opravu.</w:t>
      </w:r>
    </w:p>
    <w:p w14:paraId="18BD412C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279B">
        <w:rPr>
          <w:rFonts w:eastAsia="Times New Roman" w:cs="Times New Roman"/>
          <w:b/>
          <w:lang w:eastAsia="cs-CZ"/>
        </w:rPr>
        <w:t xml:space="preserve">Odpověď: </w:t>
      </w:r>
    </w:p>
    <w:p w14:paraId="2F79F80C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0279B">
        <w:rPr>
          <w:rFonts w:eastAsia="Times New Roman" w:cs="Times New Roman"/>
          <w:bCs/>
          <w:lang w:eastAsia="cs-CZ"/>
        </w:rPr>
        <w:t>Zadavatel opravil množství u uvedené položky v soupisu prací SO 01-21-01, který přikládá přílohou tohoto vysvětlení. V rámci nabídky uchazeče bude vyplněna a předložena tato nová verze soupisu prací.</w:t>
      </w:r>
    </w:p>
    <w:p w14:paraId="752DADA3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46B38C7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b/>
          <w:i/>
          <w:iCs/>
          <w:u w:val="single"/>
          <w:lang w:eastAsia="cs-CZ"/>
        </w:rPr>
      </w:pPr>
      <w:r w:rsidRPr="0070279B">
        <w:rPr>
          <w:rFonts w:eastAsia="Times New Roman" w:cs="Times New Roman"/>
          <w:b/>
          <w:i/>
          <w:iCs/>
          <w:u w:val="single"/>
          <w:lang w:eastAsia="cs-CZ"/>
        </w:rPr>
        <w:t>Byla opravena výměra:</w:t>
      </w:r>
    </w:p>
    <w:p w14:paraId="506E2028" w14:textId="77777777" w:rsidR="0070279B" w:rsidRPr="0070279B" w:rsidRDefault="0070279B" w:rsidP="0070279B">
      <w:pPr>
        <w:spacing w:after="0" w:line="240" w:lineRule="auto"/>
        <w:jc w:val="both"/>
        <w:rPr>
          <w:rFonts w:eastAsia="Times New Roman" w:cs="Times New Roman"/>
          <w:bCs/>
          <w:i/>
          <w:iCs/>
          <w:lang w:eastAsia="cs-CZ"/>
        </w:rPr>
      </w:pPr>
      <w:r w:rsidRPr="0070279B">
        <w:rPr>
          <w:rFonts w:eastAsia="Times New Roman" w:cs="Times New Roman"/>
          <w:bCs/>
          <w:i/>
          <w:iCs/>
          <w:lang w:eastAsia="cs-CZ"/>
        </w:rPr>
        <w:t>Kód položky 9183E2 – PROPUSTKY Z TRUB DN 800MM ŽELEZOBETONOVÝCH</w:t>
      </w:r>
      <w:r w:rsidRPr="0070279B">
        <w:rPr>
          <w:rFonts w:eastAsia="Times New Roman" w:cs="Times New Roman"/>
          <w:bCs/>
          <w:i/>
          <w:iCs/>
          <w:lang w:eastAsia="cs-CZ"/>
        </w:rPr>
        <w:tab/>
        <w:t>- 7,40 M</w:t>
      </w:r>
    </w:p>
    <w:p w14:paraId="3F4EF020" w14:textId="77777777" w:rsidR="0070279B" w:rsidRDefault="0070279B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29B7E99" w14:textId="77777777" w:rsidR="0070279B" w:rsidRDefault="0070279B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8C4A67" w14:textId="77777777" w:rsidR="0070279B" w:rsidRDefault="0070279B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C067AE2" w14:textId="42547153" w:rsidR="00C732AF" w:rsidRPr="00FD1DCA" w:rsidRDefault="0070279B" w:rsidP="00C732A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Zároveň </w:t>
      </w:r>
      <w:r w:rsidR="00C732AF" w:rsidRPr="00FD1DCA">
        <w:rPr>
          <w:rFonts w:eastAsia="Times New Roman" w:cs="Times New Roman"/>
          <w:lang w:eastAsia="cs-CZ"/>
        </w:rPr>
        <w:t xml:space="preserve">Zadavatel </w:t>
      </w:r>
      <w:r w:rsidR="00C732AF" w:rsidRPr="00FD1DC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="00C732AF" w:rsidRPr="00FD1DCA">
        <w:rPr>
          <w:rFonts w:eastAsia="Times New Roman" w:cs="Times New Roman"/>
          <w:lang w:eastAsia="cs-CZ"/>
        </w:rPr>
        <w:t xml:space="preserve"> </w:t>
      </w:r>
      <w:r w:rsidR="00C732AF" w:rsidRPr="00FD1DCA">
        <w:rPr>
          <w:rFonts w:eastAsia="Calibri" w:cs="Times New Roman"/>
          <w:lang w:eastAsia="cs-CZ"/>
        </w:rPr>
        <w:t>bez předchozí žádosti.</w:t>
      </w:r>
    </w:p>
    <w:p w14:paraId="6FA4E11A" w14:textId="77777777" w:rsidR="00C732AF" w:rsidRPr="00CB7B5A" w:rsidRDefault="00C732AF" w:rsidP="00C732A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35C9AB5" w14:textId="77777777" w:rsidR="00C732AF" w:rsidRDefault="00C732AF" w:rsidP="00C732AF">
      <w:pPr>
        <w:spacing w:after="0" w:line="240" w:lineRule="auto"/>
        <w:rPr>
          <w:rFonts w:eastAsia="Times New Roman" w:cs="Times New Roman"/>
          <w:b/>
          <w:i/>
          <w:iCs/>
          <w:lang w:eastAsia="cs-CZ"/>
        </w:rPr>
      </w:pPr>
    </w:p>
    <w:p w14:paraId="32A7D9C3" w14:textId="519D0865" w:rsidR="00C732AF" w:rsidRPr="00FD1DCA" w:rsidRDefault="00C732AF" w:rsidP="00C732A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 xml:space="preserve">V rámci Vysvětlení/ změny/ doplnění zadávací dokumentace č. 1, uveřejněného dne </w:t>
      </w:r>
      <w:r>
        <w:rPr>
          <w:rFonts w:eastAsia="Times New Roman" w:cs="Times New Roman"/>
          <w:bCs/>
          <w:lang w:eastAsia="cs-CZ"/>
        </w:rPr>
        <w:t>06.12.2024</w:t>
      </w:r>
      <w:r w:rsidRPr="00FD1DCA">
        <w:rPr>
          <w:rFonts w:eastAsia="Times New Roman" w:cs="Times New Roman"/>
          <w:bCs/>
          <w:lang w:eastAsia="cs-CZ"/>
        </w:rPr>
        <w:t>, byl přiložen soupis prací na PS 0</w:t>
      </w:r>
      <w:r>
        <w:rPr>
          <w:rFonts w:eastAsia="Times New Roman" w:cs="Times New Roman"/>
          <w:bCs/>
          <w:lang w:eastAsia="cs-CZ"/>
        </w:rPr>
        <w:t>1</w:t>
      </w:r>
      <w:r w:rsidRPr="00FD1DCA">
        <w:rPr>
          <w:rFonts w:eastAsia="Times New Roman" w:cs="Times New Roman"/>
          <w:bCs/>
          <w:lang w:eastAsia="cs-CZ"/>
        </w:rPr>
        <w:t>-02-0</w:t>
      </w:r>
      <w:r>
        <w:rPr>
          <w:rFonts w:eastAsia="Times New Roman" w:cs="Times New Roman"/>
          <w:bCs/>
          <w:lang w:eastAsia="cs-CZ"/>
        </w:rPr>
        <w:t>2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6C59D6AB" w14:textId="1EAF26A9" w:rsidR="00C732AF" w:rsidRPr="00FD1DCA" w:rsidRDefault="00C732AF" w:rsidP="00C732A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Zadavatel uvádí, že administrativní chybou došlo k předložení nesprávného soupisu prací. Zadavatel proto tímto Vysvětlením/ změnou/ doplněním zadávací dokumentace č.</w:t>
      </w:r>
      <w:r>
        <w:rPr>
          <w:rFonts w:eastAsia="Times New Roman" w:cs="Times New Roman"/>
          <w:bCs/>
          <w:lang w:eastAsia="cs-CZ"/>
        </w:rPr>
        <w:t xml:space="preserve"> </w:t>
      </w:r>
      <w:r w:rsidR="0019211F">
        <w:rPr>
          <w:rFonts w:eastAsia="Times New Roman" w:cs="Times New Roman"/>
          <w:bCs/>
          <w:lang w:eastAsia="cs-CZ"/>
        </w:rPr>
        <w:t>3</w:t>
      </w:r>
      <w:r w:rsidRPr="00FD1DCA">
        <w:rPr>
          <w:rFonts w:eastAsia="Times New Roman" w:cs="Times New Roman"/>
          <w:bCs/>
          <w:lang w:eastAsia="cs-CZ"/>
        </w:rPr>
        <w:t xml:space="preserve"> napravuje tuto chybu a předkládá nový soupis prací na PS 0</w:t>
      </w:r>
      <w:r w:rsidR="009B4F1D">
        <w:rPr>
          <w:rFonts w:eastAsia="Times New Roman" w:cs="Times New Roman"/>
          <w:bCs/>
          <w:lang w:eastAsia="cs-CZ"/>
        </w:rPr>
        <w:t>1</w:t>
      </w:r>
      <w:r w:rsidRPr="00FD1DCA">
        <w:rPr>
          <w:rFonts w:eastAsia="Times New Roman" w:cs="Times New Roman"/>
          <w:bCs/>
          <w:lang w:eastAsia="cs-CZ"/>
        </w:rPr>
        <w:t>-02-0</w:t>
      </w:r>
      <w:r>
        <w:rPr>
          <w:rFonts w:eastAsia="Times New Roman" w:cs="Times New Roman"/>
          <w:bCs/>
          <w:lang w:eastAsia="cs-CZ"/>
        </w:rPr>
        <w:t>2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4D8D4D3D" w14:textId="3A0D710D" w:rsidR="00C732AF" w:rsidRPr="00FD1DCA" w:rsidRDefault="00C732AF" w:rsidP="00C732A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V rámci nabídky uchazeče bude vyplněna a předložena tato nová verze soupisu prací na PS 0</w:t>
      </w:r>
      <w:r>
        <w:rPr>
          <w:rFonts w:eastAsia="Times New Roman" w:cs="Times New Roman"/>
          <w:bCs/>
          <w:lang w:eastAsia="cs-CZ"/>
        </w:rPr>
        <w:t>1</w:t>
      </w:r>
      <w:r w:rsidRPr="00FD1DCA">
        <w:rPr>
          <w:rFonts w:eastAsia="Times New Roman" w:cs="Times New Roman"/>
          <w:bCs/>
          <w:lang w:eastAsia="cs-CZ"/>
        </w:rPr>
        <w:t>-02-0</w:t>
      </w:r>
      <w:r>
        <w:rPr>
          <w:rFonts w:eastAsia="Times New Roman" w:cs="Times New Roman"/>
          <w:bCs/>
          <w:lang w:eastAsia="cs-CZ"/>
        </w:rPr>
        <w:t>2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40D90563" w14:textId="77777777" w:rsidR="00C732AF" w:rsidRPr="00CB7B5A" w:rsidRDefault="00C732AF" w:rsidP="00C732A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B073D7" w14:textId="77777777" w:rsidR="00C732AF" w:rsidRDefault="00C732AF" w:rsidP="00C732AF">
      <w:pPr>
        <w:spacing w:after="0" w:line="240" w:lineRule="auto"/>
        <w:rPr>
          <w:rFonts w:eastAsia="Times New Roman" w:cs="Times New Roman"/>
          <w:lang w:eastAsia="cs-CZ"/>
        </w:rPr>
      </w:pPr>
    </w:p>
    <w:p w14:paraId="73D29C19" w14:textId="77777777" w:rsidR="0070279B" w:rsidRDefault="0070279B" w:rsidP="00C732AF">
      <w:pPr>
        <w:spacing w:after="0" w:line="240" w:lineRule="auto"/>
        <w:rPr>
          <w:rFonts w:eastAsia="Times New Roman" w:cs="Times New Roman"/>
          <w:lang w:eastAsia="cs-CZ"/>
        </w:rPr>
      </w:pPr>
    </w:p>
    <w:p w14:paraId="3DDBE398" w14:textId="77777777" w:rsidR="0070279B" w:rsidRPr="00CB7B5A" w:rsidRDefault="0070279B" w:rsidP="00C732AF">
      <w:pPr>
        <w:spacing w:after="0" w:line="240" w:lineRule="auto"/>
        <w:rPr>
          <w:rFonts w:eastAsia="Times New Roman" w:cs="Times New Roman"/>
          <w:lang w:eastAsia="cs-CZ"/>
        </w:rPr>
      </w:pPr>
    </w:p>
    <w:p w14:paraId="6C58E6E1" w14:textId="77777777" w:rsidR="00C732AF" w:rsidRDefault="00C732AF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ACE9E96" w14:textId="77777777" w:rsidR="004C23C0" w:rsidRDefault="004C23C0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E92F9B" w14:textId="421464ED" w:rsidR="004C23C0" w:rsidRPr="004C23C0" w:rsidRDefault="004C23C0" w:rsidP="004C23C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C23C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C23C0">
        <w:rPr>
          <w:rFonts w:eastAsia="Times New Roman" w:cs="Times New Roman"/>
          <w:b/>
          <w:lang w:eastAsia="cs-CZ"/>
        </w:rPr>
        <w:t>změny/doplnění zadávací dokumentace</w:t>
      </w:r>
      <w:r w:rsidRPr="004C23C0">
        <w:rPr>
          <w:rFonts w:eastAsia="Times New Roman" w:cs="Times New Roman"/>
          <w:lang w:eastAsia="cs-CZ"/>
        </w:rPr>
        <w:t>, prodlužuje zadavatel lhůtu pro podání nabídek o 1 pracovní den.</w:t>
      </w:r>
    </w:p>
    <w:p w14:paraId="2C1F3962" w14:textId="77777777" w:rsidR="004C23C0" w:rsidRDefault="004C23C0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760497" w14:textId="77777777" w:rsidR="00C732AF" w:rsidRPr="00CB7B5A" w:rsidRDefault="00C732AF" w:rsidP="00C732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6421A6" w14:textId="77777777" w:rsidR="0070279B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732AF">
        <w:rPr>
          <w:rFonts w:eastAsia="Calibri" w:cs="Times New Roman"/>
          <w:b/>
          <w:bCs/>
          <w:lang w:eastAsia="cs-CZ"/>
        </w:rPr>
        <w:t>Příloh</w:t>
      </w:r>
      <w:r w:rsidR="0070279B">
        <w:rPr>
          <w:rFonts w:eastAsia="Calibri" w:cs="Times New Roman"/>
          <w:b/>
          <w:bCs/>
          <w:lang w:eastAsia="cs-CZ"/>
        </w:rPr>
        <w:t>y</w:t>
      </w:r>
      <w:r w:rsidRPr="00C732AF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14DDB199" w14:textId="494F2C52" w:rsidR="00CB7B5A" w:rsidRDefault="00C732AF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732AF">
        <w:rPr>
          <w:rFonts w:eastAsia="Calibri" w:cs="Times New Roman"/>
          <w:bCs/>
          <w:lang w:eastAsia="cs-CZ"/>
        </w:rPr>
        <w:t>[</w:t>
      </w:r>
      <w:proofErr w:type="gramStart"/>
      <w:r w:rsidRPr="00C732AF">
        <w:rPr>
          <w:rFonts w:eastAsia="Calibri" w:cs="Times New Roman"/>
          <w:bCs/>
          <w:lang w:eastAsia="cs-CZ"/>
        </w:rPr>
        <w:t>D.1.2]_</w:t>
      </w:r>
      <w:proofErr w:type="gramEnd"/>
      <w:r w:rsidRPr="00C732AF">
        <w:rPr>
          <w:rFonts w:eastAsia="Calibri" w:cs="Times New Roman"/>
          <w:bCs/>
          <w:lang w:eastAsia="cs-CZ"/>
        </w:rPr>
        <w:t>[PS 01-02-02]_opr</w:t>
      </w:r>
    </w:p>
    <w:p w14:paraId="564C5BD7" w14:textId="3030417C" w:rsidR="0070279B" w:rsidRPr="0070279B" w:rsidRDefault="0070279B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70279B">
        <w:rPr>
          <w:rFonts w:eastAsia="Calibri" w:cs="Times New Roman"/>
          <w:lang w:eastAsia="cs-CZ"/>
        </w:rPr>
        <w:t>[</w:t>
      </w:r>
      <w:proofErr w:type="gramStart"/>
      <w:r w:rsidRPr="0070279B">
        <w:rPr>
          <w:rFonts w:eastAsia="Calibri" w:cs="Times New Roman"/>
          <w:lang w:eastAsia="cs-CZ"/>
        </w:rPr>
        <w:t>D.2.1.4]_</w:t>
      </w:r>
      <w:proofErr w:type="gramEnd"/>
      <w:r w:rsidRPr="0070279B">
        <w:rPr>
          <w:rFonts w:eastAsia="Calibri" w:cs="Times New Roman"/>
          <w:lang w:eastAsia="cs-CZ"/>
        </w:rPr>
        <w:t>[SO 01-21-01]_opr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3B6A51B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82BC7">
        <w:rPr>
          <w:rFonts w:eastAsia="Calibri" w:cs="Times New Roman"/>
          <w:lang w:eastAsia="cs-CZ"/>
        </w:rPr>
        <w:t>10.12.2024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A70EAA" w14:textId="77777777" w:rsidR="00882BC7" w:rsidRDefault="00882B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33F8D"/>
    <w:rsid w:val="00072C1E"/>
    <w:rsid w:val="000B1153"/>
    <w:rsid w:val="000B6C7E"/>
    <w:rsid w:val="000B7907"/>
    <w:rsid w:val="000C0205"/>
    <w:rsid w:val="000C0429"/>
    <w:rsid w:val="000C45E8"/>
    <w:rsid w:val="00114472"/>
    <w:rsid w:val="00154CE5"/>
    <w:rsid w:val="00170EC5"/>
    <w:rsid w:val="001747C1"/>
    <w:rsid w:val="0018596A"/>
    <w:rsid w:val="0019211F"/>
    <w:rsid w:val="001B69C2"/>
    <w:rsid w:val="001B7609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23C0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279B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42308"/>
    <w:rsid w:val="00882BC7"/>
    <w:rsid w:val="00891334"/>
    <w:rsid w:val="008A14C0"/>
    <w:rsid w:val="008A3568"/>
    <w:rsid w:val="008B31B5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4F1D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67F5F"/>
    <w:rsid w:val="00B75EE1"/>
    <w:rsid w:val="00B77481"/>
    <w:rsid w:val="00B8518B"/>
    <w:rsid w:val="00BB3740"/>
    <w:rsid w:val="00BD5AF4"/>
    <w:rsid w:val="00BD7E91"/>
    <w:rsid w:val="00BF374D"/>
    <w:rsid w:val="00C02D0A"/>
    <w:rsid w:val="00C03A6E"/>
    <w:rsid w:val="00C30759"/>
    <w:rsid w:val="00C44F6A"/>
    <w:rsid w:val="00C727E5"/>
    <w:rsid w:val="00C732AF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851AA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0F4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tm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mp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2</Pages>
  <Words>357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10</cp:revision>
  <cp:lastPrinted>2019-02-22T13:28:00Z</cp:lastPrinted>
  <dcterms:created xsi:type="dcterms:W3CDTF">2024-02-26T11:17:00Z</dcterms:created>
  <dcterms:modified xsi:type="dcterms:W3CDTF">2024-12-10T12:06:00Z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